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25A02" w14:textId="3D0DEBF3" w:rsidR="00203300" w:rsidRPr="00203300" w:rsidRDefault="00203300" w:rsidP="00203300">
      <w:pPr>
        <w:spacing w:after="0"/>
        <w:jc w:val="right"/>
      </w:pPr>
      <w:r w:rsidRPr="00203300">
        <w:t xml:space="preserve">Załącznik nr </w:t>
      </w:r>
      <w:r w:rsidR="00626D8C">
        <w:t>7</w:t>
      </w:r>
    </w:p>
    <w:p w14:paraId="1120779F" w14:textId="0EE23C03" w:rsidR="00836AC0" w:rsidRDefault="00203300" w:rsidP="00203300">
      <w:pPr>
        <w:spacing w:after="0"/>
        <w:jc w:val="right"/>
      </w:pPr>
      <w:r w:rsidRPr="00203300">
        <w:t xml:space="preserve"> do Regulaminu rekrutacji i uczestnictwa w projekcie</w:t>
      </w:r>
      <w:r>
        <w:br/>
      </w:r>
    </w:p>
    <w:tbl>
      <w:tblPr>
        <w:tblStyle w:val="Tabela-Siatka"/>
        <w:tblW w:w="151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2"/>
        <w:gridCol w:w="3237"/>
        <w:gridCol w:w="1701"/>
        <w:gridCol w:w="1417"/>
        <w:gridCol w:w="1701"/>
        <w:gridCol w:w="1560"/>
        <w:gridCol w:w="1417"/>
        <w:gridCol w:w="1559"/>
        <w:gridCol w:w="1985"/>
      </w:tblGrid>
      <w:tr w:rsidR="003C12ED" w14:paraId="4968CB74" w14:textId="77777777" w:rsidTr="008D7411">
        <w:trPr>
          <w:trHeight w:val="1323"/>
        </w:trPr>
        <w:tc>
          <w:tcPr>
            <w:tcW w:w="562" w:type="dxa"/>
            <w:vMerge w:val="restart"/>
          </w:tcPr>
          <w:p w14:paraId="5D3252F8" w14:textId="77777777" w:rsidR="003C12ED" w:rsidRPr="006529B9" w:rsidRDefault="003C12ED" w:rsidP="008D7411">
            <w:pPr>
              <w:widowControl w:val="0"/>
              <w:rPr>
                <w:rFonts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3237" w:type="dxa"/>
            <w:vMerge w:val="restart"/>
          </w:tcPr>
          <w:p w14:paraId="6EA5EF33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Rodzaj wsparcia</w:t>
            </w:r>
          </w:p>
        </w:tc>
        <w:tc>
          <w:tcPr>
            <w:tcW w:w="1701" w:type="dxa"/>
            <w:vMerge w:val="restart"/>
            <w:vAlign w:val="center"/>
          </w:tcPr>
          <w:p w14:paraId="6ED66213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Nazwa zajęć</w:t>
            </w:r>
          </w:p>
        </w:tc>
        <w:tc>
          <w:tcPr>
            <w:tcW w:w="1417" w:type="dxa"/>
            <w:vAlign w:val="center"/>
          </w:tcPr>
          <w:p w14:paraId="317D5822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Liczba uczniów na zajęcia w roku szkolnym 25/26</w:t>
            </w:r>
          </w:p>
        </w:tc>
        <w:tc>
          <w:tcPr>
            <w:tcW w:w="1701" w:type="dxa"/>
            <w:vMerge w:val="restart"/>
            <w:vAlign w:val="center"/>
          </w:tcPr>
          <w:p w14:paraId="30AAD31D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6529B9">
              <w:rPr>
                <w:rFonts w:eastAsia="Calibri" w:cstheme="minorHAnsi"/>
                <w:b/>
                <w:color w:val="000000" w:themeColor="text1"/>
              </w:rPr>
              <w:t>Liczba godzin w roku szkolnym 25/26</w:t>
            </w:r>
          </w:p>
          <w:p w14:paraId="2471D34F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1560" w:type="dxa"/>
            <w:vAlign w:val="center"/>
          </w:tcPr>
          <w:p w14:paraId="3DC43406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Liczba uczniów na zajęcia w roku szkolnym 26/27</w:t>
            </w:r>
          </w:p>
          <w:p w14:paraId="2B0C981B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D341A0E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6529B9">
              <w:rPr>
                <w:rFonts w:eastAsia="Calibri" w:cstheme="minorHAnsi"/>
                <w:b/>
                <w:color w:val="000000" w:themeColor="text1"/>
              </w:rPr>
              <w:t>Liczba godzin w roku szkolnym 26/27</w:t>
            </w:r>
          </w:p>
          <w:p w14:paraId="72D8412E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D498775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Nauczyciel prowadzący</w:t>
            </w:r>
          </w:p>
        </w:tc>
        <w:tc>
          <w:tcPr>
            <w:tcW w:w="1985" w:type="dxa"/>
            <w:vMerge w:val="restart"/>
          </w:tcPr>
          <w:p w14:paraId="38DE762F" w14:textId="77777777" w:rsidR="003C12ED" w:rsidRPr="004D5154" w:rsidRDefault="003C12ED" w:rsidP="008D7411">
            <w:pPr>
              <w:widowControl w:val="0"/>
              <w:jc w:val="center"/>
              <w:rPr>
                <w:rFonts w:eastAsia="Calibri" w:cstheme="minorHAnsi"/>
                <w:bCs/>
              </w:rPr>
            </w:pPr>
            <w:r w:rsidRPr="00635242">
              <w:rPr>
                <w:rFonts w:eastAsia="Calibri" w:cstheme="minorHAnsi"/>
                <w:bCs/>
                <w:color w:val="EE0000"/>
              </w:rPr>
              <w:t>Wypełnia opiekun prawny Ucznia poprzez wstawienie znaku X przy preferowanych zajęciach (można zaznaczyć więcej niż jeden rodzaj wsparcia)</w:t>
            </w:r>
          </w:p>
        </w:tc>
      </w:tr>
      <w:tr w:rsidR="003C12ED" w14:paraId="62D82C8F" w14:textId="77777777" w:rsidTr="008D7411">
        <w:trPr>
          <w:trHeight w:val="58"/>
        </w:trPr>
        <w:tc>
          <w:tcPr>
            <w:tcW w:w="562" w:type="dxa"/>
            <w:vMerge/>
          </w:tcPr>
          <w:p w14:paraId="54520DF0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3237" w:type="dxa"/>
            <w:vMerge/>
          </w:tcPr>
          <w:p w14:paraId="6AED8022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34599149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6B277DF3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Klasy / grupy</w:t>
            </w:r>
          </w:p>
        </w:tc>
        <w:tc>
          <w:tcPr>
            <w:tcW w:w="1701" w:type="dxa"/>
            <w:vMerge/>
            <w:vAlign w:val="center"/>
          </w:tcPr>
          <w:p w14:paraId="6517CAB6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14:paraId="5CC896A3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Klasy / grupy</w:t>
            </w:r>
          </w:p>
        </w:tc>
        <w:tc>
          <w:tcPr>
            <w:tcW w:w="1417" w:type="dxa"/>
            <w:vMerge/>
            <w:vAlign w:val="center"/>
          </w:tcPr>
          <w:p w14:paraId="1647C1FC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14:paraId="59E9A10F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985" w:type="dxa"/>
            <w:vMerge/>
          </w:tcPr>
          <w:p w14:paraId="72D4A559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</w:p>
        </w:tc>
      </w:tr>
      <w:tr w:rsidR="003C12ED" w14:paraId="1F3E4F4B" w14:textId="77777777" w:rsidTr="008D7411">
        <w:trPr>
          <w:trHeight w:val="624"/>
        </w:trPr>
        <w:tc>
          <w:tcPr>
            <w:tcW w:w="562" w:type="dxa"/>
            <w:vMerge w:val="restart"/>
          </w:tcPr>
          <w:p w14:paraId="1A325314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1.</w:t>
            </w:r>
          </w:p>
        </w:tc>
        <w:tc>
          <w:tcPr>
            <w:tcW w:w="3237" w:type="dxa"/>
            <w:vMerge w:val="restart"/>
          </w:tcPr>
          <w:p w14:paraId="17A9D3AD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1.</w:t>
            </w:r>
            <w:r w:rsidRPr="006529B9">
              <w:rPr>
                <w:rFonts w:eastAsia="Calibri" w:cstheme="minorHAnsi"/>
              </w:rPr>
              <w:t xml:space="preserve"> Zajęcia społeczno-wychowawcze, w tym podnoszące świadomość w zakresie zdrowego trybu życia i aktywności fizycznej</w:t>
            </w:r>
          </w:p>
        </w:tc>
        <w:tc>
          <w:tcPr>
            <w:tcW w:w="1701" w:type="dxa"/>
            <w:vMerge w:val="restart"/>
            <w:vAlign w:val="center"/>
          </w:tcPr>
          <w:p w14:paraId="692A4A2B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  <w:r w:rsidRPr="00C358A6">
              <w:rPr>
                <w:rFonts w:eastAsia="Calibri" w:cstheme="minorHAnsi"/>
                <w:i/>
              </w:rPr>
              <w:t>Razem na szczyt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6C47EA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</w:t>
            </w:r>
          </w:p>
        </w:tc>
        <w:tc>
          <w:tcPr>
            <w:tcW w:w="1701" w:type="dxa"/>
            <w:vMerge w:val="restart"/>
            <w:vAlign w:val="center"/>
          </w:tcPr>
          <w:p w14:paraId="530F8BE3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4</w:t>
            </w:r>
          </w:p>
        </w:tc>
        <w:tc>
          <w:tcPr>
            <w:tcW w:w="1560" w:type="dxa"/>
            <w:vAlign w:val="center"/>
          </w:tcPr>
          <w:p w14:paraId="16765FEE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</w:t>
            </w:r>
          </w:p>
        </w:tc>
        <w:tc>
          <w:tcPr>
            <w:tcW w:w="1417" w:type="dxa"/>
            <w:vMerge w:val="restart"/>
            <w:vAlign w:val="center"/>
          </w:tcPr>
          <w:p w14:paraId="564AE67B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8</w:t>
            </w:r>
          </w:p>
        </w:tc>
        <w:tc>
          <w:tcPr>
            <w:tcW w:w="1559" w:type="dxa"/>
            <w:vMerge w:val="restart"/>
            <w:vAlign w:val="center"/>
          </w:tcPr>
          <w:p w14:paraId="1278DF4B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Gabriela Góra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354008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5" w:type="dxa"/>
                <w:vMerge w:val="restart"/>
              </w:tcPr>
              <w:p w14:paraId="421AF538" w14:textId="77777777" w:rsidR="003C12ED" w:rsidRDefault="003C12ED" w:rsidP="008D7411">
                <w:pPr>
                  <w:widowControl w:val="0"/>
                  <w:jc w:val="center"/>
                  <w:rPr>
                    <w:rFonts w:eastAsia="Calibr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3C12ED" w14:paraId="136AA451" w14:textId="77777777" w:rsidTr="008D7411">
        <w:trPr>
          <w:trHeight w:val="672"/>
        </w:trPr>
        <w:tc>
          <w:tcPr>
            <w:tcW w:w="562" w:type="dxa"/>
            <w:vMerge/>
          </w:tcPr>
          <w:p w14:paraId="3474C3F1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237" w:type="dxa"/>
            <w:vMerge/>
          </w:tcPr>
          <w:p w14:paraId="7E8DCA44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20958B1D" w14:textId="77777777" w:rsidR="003C12ED" w:rsidRPr="00C358A6" w:rsidRDefault="003C12ED" w:rsidP="008D7411">
            <w:pPr>
              <w:widowControl w:val="0"/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406AD7B" w14:textId="77777777" w:rsidR="003C12ED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Klasy 4 – 8</w:t>
            </w:r>
          </w:p>
          <w:p w14:paraId="2F3A0846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Grupa 1</w:t>
            </w:r>
          </w:p>
        </w:tc>
        <w:tc>
          <w:tcPr>
            <w:tcW w:w="1701" w:type="dxa"/>
            <w:vMerge/>
            <w:vAlign w:val="center"/>
          </w:tcPr>
          <w:p w14:paraId="605C2EEF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560" w:type="dxa"/>
            <w:vAlign w:val="center"/>
          </w:tcPr>
          <w:p w14:paraId="4B8167EE" w14:textId="77777777" w:rsidR="003C12ED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Klasy 5 – 8</w:t>
            </w:r>
          </w:p>
          <w:p w14:paraId="3E7CFEE3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5C4B13BE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vMerge/>
            <w:vAlign w:val="center"/>
          </w:tcPr>
          <w:p w14:paraId="47415297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985" w:type="dxa"/>
            <w:vMerge/>
          </w:tcPr>
          <w:p w14:paraId="300A3A48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</w:p>
        </w:tc>
      </w:tr>
      <w:tr w:rsidR="003C12ED" w14:paraId="13BA2004" w14:textId="77777777" w:rsidTr="008D7411">
        <w:trPr>
          <w:trHeight w:val="544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7D2E67D3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2.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</w:tcBorders>
          </w:tcPr>
          <w:p w14:paraId="785216E4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1.</w:t>
            </w:r>
            <w:r w:rsidRPr="006529B9">
              <w:rPr>
                <w:rFonts w:eastAsia="Calibri" w:cstheme="minorHAnsi"/>
              </w:rPr>
              <w:t xml:space="preserve"> Zajęcia społeczno-wychowawcze, w tym podnoszące świadomość w zakresie zdrowego trybu życia i aktywności fizycznej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004511CF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Sportowe gry zespołowe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8D1BE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72351EC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010AA22E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15</w:t>
            </w:r>
          </w:p>
        </w:tc>
        <w:tc>
          <w:tcPr>
            <w:tcW w:w="1417" w:type="dxa"/>
            <w:vMerge w:val="restart"/>
            <w:vAlign w:val="center"/>
          </w:tcPr>
          <w:p w14:paraId="0FFC713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14:paraId="62900ECA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Arkadiusz Toczyński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149051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5" w:type="dxa"/>
                <w:vMerge w:val="restart"/>
                <w:tcBorders>
                  <w:top w:val="single" w:sz="4" w:space="0" w:color="auto"/>
                </w:tcBorders>
              </w:tcPr>
              <w:p w14:paraId="4B944F7C" w14:textId="77777777" w:rsidR="003C12ED" w:rsidRDefault="003C12ED" w:rsidP="008D7411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3C12ED" w14:paraId="17BA64CA" w14:textId="77777777" w:rsidTr="008D7411">
        <w:trPr>
          <w:trHeight w:val="707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666AF65E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237" w:type="dxa"/>
            <w:vMerge/>
            <w:tcBorders>
              <w:bottom w:val="single" w:sz="4" w:space="0" w:color="auto"/>
            </w:tcBorders>
          </w:tcPr>
          <w:p w14:paraId="307A67D7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2EE67F6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745CB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4 – </w:t>
            </w:r>
            <w:r>
              <w:rPr>
                <w:rFonts w:cstheme="minorHAnsi"/>
                <w:lang w:val="en-US"/>
              </w:rPr>
              <w:t>8</w:t>
            </w:r>
          </w:p>
          <w:p w14:paraId="6ADD7F7E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E7103A0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0A4FEE5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4</w:t>
            </w:r>
            <w:r w:rsidRPr="006529B9">
              <w:rPr>
                <w:rFonts w:cstheme="minorHAnsi"/>
                <w:lang w:val="en-US"/>
              </w:rPr>
              <w:t xml:space="preserve"> – </w:t>
            </w:r>
            <w:r>
              <w:rPr>
                <w:rFonts w:cstheme="minorHAnsi"/>
                <w:lang w:val="en-US"/>
              </w:rPr>
              <w:t>8</w:t>
            </w:r>
          </w:p>
          <w:p w14:paraId="34D37501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2F3C6ABA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3BD7205C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47014B81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3C12ED" w14:paraId="243DC5F0" w14:textId="77777777" w:rsidTr="008D7411">
        <w:trPr>
          <w:trHeight w:val="322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64B95373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3.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</w:tcBorders>
          </w:tcPr>
          <w:p w14:paraId="34C35A37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1.</w:t>
            </w:r>
            <w:r w:rsidRPr="006529B9">
              <w:rPr>
                <w:rFonts w:eastAsia="Calibri" w:cstheme="minorHAnsi"/>
              </w:rPr>
              <w:t xml:space="preserve"> Zajęcia społeczno-wychowawcze, w tym podnoszące świadomość w zakresie zdrowego trybu życia i aktywności fizycznej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4568B7FD" w14:textId="77777777" w:rsidR="003C12ED" w:rsidRPr="00C27C2A" w:rsidRDefault="003C12ED" w:rsidP="008D7411">
            <w:pPr>
              <w:widowControl w:val="0"/>
              <w:jc w:val="center"/>
              <w:rPr>
                <w:rFonts w:eastAsia="Calibri" w:cstheme="minorHAnsi"/>
                <w:i/>
                <w:iCs/>
              </w:rPr>
            </w:pPr>
            <w:r w:rsidRPr="00C27C2A">
              <w:rPr>
                <w:rFonts w:eastAsia="Calibri" w:cstheme="minorHAnsi"/>
                <w:i/>
                <w:iCs/>
              </w:rPr>
              <w:t>Mały Kucharz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2DBD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A529AC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2E08AC72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10</w:t>
            </w:r>
          </w:p>
        </w:tc>
        <w:tc>
          <w:tcPr>
            <w:tcW w:w="1417" w:type="dxa"/>
            <w:vMerge w:val="restart"/>
            <w:vAlign w:val="center"/>
          </w:tcPr>
          <w:p w14:paraId="1DCC5753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14:paraId="433ED0B0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Wioletta Grabas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229051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5" w:type="dxa"/>
                <w:vMerge w:val="restart"/>
                <w:tcBorders>
                  <w:top w:val="single" w:sz="4" w:space="0" w:color="auto"/>
                </w:tcBorders>
              </w:tcPr>
              <w:p w14:paraId="5BD8B8FE" w14:textId="77777777" w:rsidR="003C12ED" w:rsidRDefault="003C12ED" w:rsidP="008D7411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3C12ED" w14:paraId="57A1363B" w14:textId="77777777" w:rsidTr="008D7411">
        <w:trPr>
          <w:trHeight w:val="942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70DF3D9C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237" w:type="dxa"/>
            <w:vMerge/>
            <w:tcBorders>
              <w:bottom w:val="single" w:sz="4" w:space="0" w:color="auto"/>
            </w:tcBorders>
          </w:tcPr>
          <w:p w14:paraId="3F4B7711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D23A882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45B31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</w:t>
            </w:r>
            <w:r>
              <w:rPr>
                <w:rFonts w:cstheme="minorHAnsi"/>
                <w:lang w:val="en-US"/>
              </w:rPr>
              <w:t>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1 - 3</w:t>
            </w:r>
          </w:p>
          <w:p w14:paraId="7E2B4A14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5DC5D50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98A5FD0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</w:t>
            </w:r>
            <w:r>
              <w:rPr>
                <w:rFonts w:cstheme="minorHAnsi"/>
                <w:lang w:val="en-US"/>
              </w:rPr>
              <w:t>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1 - 3</w:t>
            </w:r>
          </w:p>
          <w:p w14:paraId="1C8A621E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03E2CB2E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2E99529E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4B0345FF" w14:textId="77777777" w:rsidR="003C12ED" w:rsidRPr="006529B9" w:rsidRDefault="003C12ED" w:rsidP="008D7411">
            <w:pPr>
              <w:widowControl w:val="0"/>
              <w:rPr>
                <w:rFonts w:cstheme="minorHAnsi"/>
                <w:lang w:val="en-US"/>
              </w:rPr>
            </w:pPr>
          </w:p>
        </w:tc>
      </w:tr>
      <w:tr w:rsidR="003C12ED" w14:paraId="13547656" w14:textId="77777777" w:rsidTr="008D7411">
        <w:trPr>
          <w:trHeight w:val="386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5EAA532B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4.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</w:tcBorders>
          </w:tcPr>
          <w:p w14:paraId="47457B60" w14:textId="77777777" w:rsidR="003C12ED" w:rsidRDefault="003C12ED" w:rsidP="008D7411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1.</w:t>
            </w:r>
            <w:r w:rsidRPr="006529B9">
              <w:rPr>
                <w:rFonts w:eastAsia="Calibri" w:cstheme="minorHAnsi"/>
              </w:rPr>
              <w:t xml:space="preserve"> Zajęcia społeczno-</w:t>
            </w:r>
            <w:r w:rsidRPr="006529B9">
              <w:rPr>
                <w:rFonts w:eastAsia="Calibri" w:cstheme="minorHAnsi"/>
              </w:rPr>
              <w:lastRenderedPageBreak/>
              <w:t xml:space="preserve">wychowawcze, w tym podnoszące świadomość w zakresie zdrowego trybu życia i aktywności fizycznej </w:t>
            </w:r>
          </w:p>
          <w:p w14:paraId="4F9AFB26" w14:textId="77777777" w:rsidR="003C12ED" w:rsidRDefault="003C12ED" w:rsidP="008D7411">
            <w:pPr>
              <w:widowControl w:val="0"/>
              <w:rPr>
                <w:rFonts w:eastAsia="Calibri" w:cstheme="minorHAnsi"/>
              </w:rPr>
            </w:pPr>
          </w:p>
          <w:p w14:paraId="07A1C284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63AFF008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  <w:r w:rsidRPr="00C27C2A">
              <w:rPr>
                <w:rFonts w:eastAsia="Calibri" w:cstheme="minorHAnsi"/>
                <w:i/>
                <w:iCs/>
              </w:rPr>
              <w:lastRenderedPageBreak/>
              <w:t>Mały Kucharz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857F1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4272AE1D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448E6839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10</w:t>
            </w:r>
          </w:p>
        </w:tc>
        <w:tc>
          <w:tcPr>
            <w:tcW w:w="1417" w:type="dxa"/>
            <w:vMerge w:val="restart"/>
            <w:vAlign w:val="center"/>
          </w:tcPr>
          <w:p w14:paraId="26413CCF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14:paraId="2FC68C78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Anna </w:t>
            </w:r>
            <w:proofErr w:type="spellStart"/>
            <w:r>
              <w:rPr>
                <w:rFonts w:cstheme="minorHAnsi"/>
                <w:lang w:val="en-US"/>
              </w:rPr>
              <w:t>Putyrska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-2097243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5" w:type="dxa"/>
                <w:vMerge w:val="restart"/>
                <w:tcBorders>
                  <w:top w:val="single" w:sz="4" w:space="0" w:color="auto"/>
                </w:tcBorders>
              </w:tcPr>
              <w:p w14:paraId="6F07A511" w14:textId="77777777" w:rsidR="003C12ED" w:rsidRDefault="003C12ED" w:rsidP="008D7411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3C12ED" w14:paraId="163D3001" w14:textId="77777777" w:rsidTr="008D7411">
        <w:trPr>
          <w:trHeight w:val="81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2A4C9025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237" w:type="dxa"/>
            <w:vMerge/>
            <w:tcBorders>
              <w:bottom w:val="single" w:sz="4" w:space="0" w:color="auto"/>
            </w:tcBorders>
          </w:tcPr>
          <w:p w14:paraId="5642992E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53FB6D53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DED6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</w:t>
            </w:r>
            <w:r>
              <w:rPr>
                <w:rFonts w:cstheme="minorHAnsi"/>
                <w:lang w:val="en-US"/>
              </w:rPr>
              <w:t>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4 - 8</w:t>
            </w:r>
          </w:p>
          <w:p w14:paraId="18A989F9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B1ECB2E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765869E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</w:t>
            </w:r>
            <w:r>
              <w:rPr>
                <w:rFonts w:cstheme="minorHAnsi"/>
                <w:lang w:val="en-US"/>
              </w:rPr>
              <w:t>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4 - 8</w:t>
            </w:r>
          </w:p>
          <w:p w14:paraId="7CEA2C3E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14:paraId="3EB0465A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0B87C00B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71DF1533" w14:textId="77777777" w:rsidR="003C12ED" w:rsidRPr="006529B9" w:rsidRDefault="003C12ED" w:rsidP="008D7411">
            <w:pPr>
              <w:widowControl w:val="0"/>
              <w:rPr>
                <w:rFonts w:cstheme="minorHAnsi"/>
                <w:lang w:val="en-US"/>
              </w:rPr>
            </w:pPr>
          </w:p>
        </w:tc>
      </w:tr>
      <w:tr w:rsidR="003C12ED" w14:paraId="6061D360" w14:textId="77777777" w:rsidTr="008D7411">
        <w:trPr>
          <w:trHeight w:val="333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44674E2F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5.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</w:tcBorders>
          </w:tcPr>
          <w:p w14:paraId="4A2F4747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2.</w:t>
            </w:r>
            <w:r w:rsidRPr="006529B9">
              <w:rPr>
                <w:rFonts w:eastAsia="Calibri" w:cstheme="minorHAnsi"/>
              </w:rPr>
              <w:t xml:space="preserve"> Zajęcia rozwijające kompetencje kluczowe i kompetencji przyszłości</w:t>
            </w:r>
          </w:p>
          <w:p w14:paraId="12CE3F58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0D60D090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Matematyka w terenie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DE3A0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9825D9F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594E7733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8</w:t>
            </w:r>
          </w:p>
        </w:tc>
        <w:tc>
          <w:tcPr>
            <w:tcW w:w="1417" w:type="dxa"/>
            <w:vMerge w:val="restart"/>
            <w:vAlign w:val="center"/>
          </w:tcPr>
          <w:p w14:paraId="323FC295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14:paraId="5318ACEA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</w:rPr>
              <w:t>Gabriela Góra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940819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5" w:type="dxa"/>
                <w:vMerge w:val="restart"/>
                <w:tcBorders>
                  <w:top w:val="single" w:sz="4" w:space="0" w:color="auto"/>
                </w:tcBorders>
              </w:tcPr>
              <w:p w14:paraId="74AE5E3A" w14:textId="77777777" w:rsidR="003C12ED" w:rsidRDefault="003C12ED" w:rsidP="008D7411">
                <w:pPr>
                  <w:widowControl w:val="0"/>
                  <w:jc w:val="center"/>
                  <w:rPr>
                    <w:rFonts w:eastAsia="Calibr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3C12ED" w14:paraId="36C01867" w14:textId="77777777" w:rsidTr="008D7411">
        <w:trPr>
          <w:trHeight w:val="298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23F6F0E7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237" w:type="dxa"/>
            <w:vMerge/>
            <w:tcBorders>
              <w:bottom w:val="single" w:sz="4" w:space="0" w:color="auto"/>
            </w:tcBorders>
          </w:tcPr>
          <w:p w14:paraId="53849E64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21BD3F51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2C9DC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1 - 3</w:t>
            </w:r>
          </w:p>
          <w:p w14:paraId="5B76E90B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7BD7290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84DF02D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 xml:space="preserve"> 1 - </w:t>
            </w:r>
            <w:r w:rsidRPr="006529B9">
              <w:rPr>
                <w:rFonts w:cstheme="minorHAnsi"/>
                <w:lang w:val="en-US"/>
              </w:rPr>
              <w:t>3</w:t>
            </w:r>
          </w:p>
          <w:p w14:paraId="3103A0ED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73416EE0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30476BDB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3F017A5D" w14:textId="77777777" w:rsidR="003C12ED" w:rsidRPr="006529B9" w:rsidRDefault="003C12ED" w:rsidP="008D7411">
            <w:pPr>
              <w:widowControl w:val="0"/>
              <w:rPr>
                <w:rFonts w:cstheme="minorHAnsi"/>
                <w:lang w:val="en-US"/>
              </w:rPr>
            </w:pPr>
          </w:p>
        </w:tc>
      </w:tr>
      <w:tr w:rsidR="003C12ED" w14:paraId="76E9FB9D" w14:textId="77777777" w:rsidTr="008D7411">
        <w:trPr>
          <w:trHeight w:val="376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0275005D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6.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</w:tcBorders>
          </w:tcPr>
          <w:p w14:paraId="5D9B9433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2.</w:t>
            </w:r>
            <w:r w:rsidRPr="006529B9">
              <w:rPr>
                <w:rFonts w:eastAsia="Calibri" w:cstheme="minorHAnsi"/>
              </w:rPr>
              <w:t xml:space="preserve"> Zajęcia rozwijające kompetencje kluczowe i kompetencji przyszłości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4914D02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  <w:i/>
              </w:rPr>
              <w:t>Matematyka w terenie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42676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62844373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071C70AB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10</w:t>
            </w:r>
          </w:p>
        </w:tc>
        <w:tc>
          <w:tcPr>
            <w:tcW w:w="1417" w:type="dxa"/>
            <w:vMerge w:val="restart"/>
            <w:vAlign w:val="center"/>
          </w:tcPr>
          <w:p w14:paraId="691AF416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14:paraId="4A12D106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eastAsia="Calibri" w:cstheme="minorHAnsi"/>
              </w:rPr>
              <w:t>Andrzej Suchecki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88130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5" w:type="dxa"/>
                <w:vMerge w:val="restart"/>
                <w:tcBorders>
                  <w:top w:val="single" w:sz="4" w:space="0" w:color="auto"/>
                </w:tcBorders>
              </w:tcPr>
              <w:p w14:paraId="4EE9B5A3" w14:textId="77777777" w:rsidR="003C12ED" w:rsidRDefault="003C12ED" w:rsidP="008D7411">
                <w:pPr>
                  <w:widowControl w:val="0"/>
                  <w:jc w:val="center"/>
                  <w:rPr>
                    <w:rFonts w:eastAsia="Calibr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3C12ED" w14:paraId="4E9A7985" w14:textId="77777777" w:rsidTr="008D7411">
        <w:trPr>
          <w:trHeight w:val="41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0966A83B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237" w:type="dxa"/>
            <w:vMerge/>
            <w:tcBorders>
              <w:bottom w:val="single" w:sz="4" w:space="0" w:color="auto"/>
            </w:tcBorders>
          </w:tcPr>
          <w:p w14:paraId="42508C04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27185237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6DCDF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4</w:t>
            </w:r>
            <w:r>
              <w:rPr>
                <w:rFonts w:cstheme="minorHAnsi"/>
                <w:lang w:val="en-US"/>
              </w:rPr>
              <w:t xml:space="preserve"> - 8</w:t>
            </w:r>
          </w:p>
          <w:p w14:paraId="67244F7F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770A97F8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C750751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4 - 8</w:t>
            </w:r>
          </w:p>
          <w:p w14:paraId="60A6A2F0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14:paraId="73C5BC68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03D9DF3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5854F72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3C12ED" w14:paraId="6921F6AE" w14:textId="77777777" w:rsidTr="008D7411">
        <w:trPr>
          <w:trHeight w:val="290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1734C1CE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7.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</w:tcBorders>
          </w:tcPr>
          <w:p w14:paraId="5DFBB12F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2.</w:t>
            </w:r>
            <w:r w:rsidRPr="006529B9">
              <w:rPr>
                <w:rFonts w:eastAsia="Calibri" w:cstheme="minorHAnsi"/>
              </w:rPr>
              <w:t xml:space="preserve"> Zajęcia rozwijające kompetencje kluczowe i kompetencji przyszłości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1BC93E81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i/>
              </w:rPr>
            </w:pPr>
            <w:r w:rsidRPr="003C2D11">
              <w:rPr>
                <w:rFonts w:eastAsia="Calibri" w:cstheme="minorHAnsi"/>
                <w:i/>
              </w:rPr>
              <w:t>W świat z j</w:t>
            </w:r>
            <w:r>
              <w:rPr>
                <w:rFonts w:eastAsia="Calibri" w:cstheme="minorHAnsi"/>
                <w:i/>
              </w:rPr>
              <w:t>ęzykiem angielskim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F99F5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E71FD3B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560CA73C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12</w:t>
            </w:r>
          </w:p>
        </w:tc>
        <w:tc>
          <w:tcPr>
            <w:tcW w:w="1417" w:type="dxa"/>
            <w:vMerge w:val="restart"/>
            <w:vAlign w:val="center"/>
          </w:tcPr>
          <w:p w14:paraId="3E788ABB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60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14:paraId="316EEAEC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3C2D11">
              <w:rPr>
                <w:rFonts w:cstheme="minorHAnsi"/>
                <w:lang w:val="en-US"/>
              </w:rPr>
              <w:t>Magda</w:t>
            </w:r>
            <w:r>
              <w:rPr>
                <w:rFonts w:cstheme="minorHAnsi"/>
                <w:lang w:val="en-US"/>
              </w:rPr>
              <w:t>lena</w:t>
            </w:r>
            <w:r w:rsidRPr="003C2D1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3C2D11">
              <w:rPr>
                <w:rFonts w:cstheme="minorHAnsi"/>
                <w:lang w:val="en-US"/>
              </w:rPr>
              <w:t>Małecka</w:t>
            </w:r>
            <w:proofErr w:type="spellEnd"/>
            <w:r w:rsidRPr="003C2D11">
              <w:rPr>
                <w:rFonts w:cstheme="minorHAnsi"/>
                <w:lang w:val="en-US"/>
              </w:rPr>
              <w:t>-Pietrzak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340199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5" w:type="dxa"/>
                <w:vMerge w:val="restart"/>
                <w:tcBorders>
                  <w:top w:val="single" w:sz="4" w:space="0" w:color="auto"/>
                </w:tcBorders>
              </w:tcPr>
              <w:p w14:paraId="0737220D" w14:textId="77777777" w:rsidR="003C12ED" w:rsidRPr="003C2D11" w:rsidRDefault="003C12ED" w:rsidP="008D7411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3C12ED" w14:paraId="372B041B" w14:textId="77777777" w:rsidTr="008D7411">
        <w:trPr>
          <w:trHeight w:val="549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5701669F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237" w:type="dxa"/>
            <w:vMerge/>
            <w:tcBorders>
              <w:bottom w:val="single" w:sz="4" w:space="0" w:color="auto"/>
            </w:tcBorders>
          </w:tcPr>
          <w:p w14:paraId="6BCAD3CD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5F2C4AD8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0258C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1</w:t>
            </w:r>
            <w:r w:rsidRPr="006529B9">
              <w:rPr>
                <w:rFonts w:cstheme="minorHAnsi"/>
                <w:lang w:val="en-US"/>
              </w:rPr>
              <w:t xml:space="preserve"> – </w:t>
            </w:r>
            <w:r>
              <w:rPr>
                <w:rFonts w:cstheme="minorHAnsi"/>
                <w:lang w:val="en-US"/>
              </w:rPr>
              <w:t>3</w:t>
            </w:r>
          </w:p>
          <w:p w14:paraId="54ED46F9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2DC89381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2CF7590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1</w:t>
            </w:r>
            <w:r w:rsidRPr="006529B9">
              <w:rPr>
                <w:rFonts w:cstheme="minorHAnsi"/>
                <w:lang w:val="en-US"/>
              </w:rPr>
              <w:t xml:space="preserve"> – </w:t>
            </w:r>
            <w:r>
              <w:rPr>
                <w:rFonts w:cstheme="minorHAnsi"/>
                <w:lang w:val="en-US"/>
              </w:rPr>
              <w:t>3</w:t>
            </w:r>
          </w:p>
          <w:p w14:paraId="6BDDC38A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35A3881C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5DA97835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49756185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3C12ED" w14:paraId="28C0BE70" w14:textId="77777777" w:rsidTr="008D7411">
        <w:trPr>
          <w:trHeight w:val="350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08496304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</w:rPr>
              <w:t>8.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</w:tcBorders>
          </w:tcPr>
          <w:p w14:paraId="026856D1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2.</w:t>
            </w:r>
            <w:r w:rsidRPr="006529B9">
              <w:rPr>
                <w:rFonts w:eastAsia="Calibri" w:cstheme="minorHAnsi"/>
              </w:rPr>
              <w:t xml:space="preserve"> Zajęcia rozwijające kompetencje kluczowe i kompetencji przyszłości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77D7328A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  <w:r w:rsidRPr="003C2D11">
              <w:rPr>
                <w:rFonts w:eastAsia="Calibri" w:cstheme="minorHAnsi"/>
                <w:i/>
              </w:rPr>
              <w:t>W świat z j</w:t>
            </w:r>
            <w:r>
              <w:rPr>
                <w:rFonts w:eastAsia="Calibri" w:cstheme="minorHAnsi"/>
                <w:i/>
              </w:rPr>
              <w:t>ęzykiem angielskim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AD532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B918959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594EFF49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12</w:t>
            </w:r>
          </w:p>
        </w:tc>
        <w:tc>
          <w:tcPr>
            <w:tcW w:w="1417" w:type="dxa"/>
            <w:vMerge w:val="restart"/>
            <w:vAlign w:val="center"/>
          </w:tcPr>
          <w:p w14:paraId="46A47932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60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14:paraId="2ECA5FA9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3C2D11">
              <w:rPr>
                <w:rFonts w:cstheme="minorHAnsi"/>
                <w:lang w:val="en-US"/>
              </w:rPr>
              <w:t>Magda</w:t>
            </w:r>
            <w:r>
              <w:rPr>
                <w:rFonts w:cstheme="minorHAnsi"/>
                <w:lang w:val="en-US"/>
              </w:rPr>
              <w:t>lena</w:t>
            </w:r>
            <w:r w:rsidRPr="003C2D1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3C2D11">
              <w:rPr>
                <w:rFonts w:cstheme="minorHAnsi"/>
                <w:lang w:val="en-US"/>
              </w:rPr>
              <w:t>Małecka</w:t>
            </w:r>
            <w:proofErr w:type="spellEnd"/>
            <w:r w:rsidRPr="003C2D11">
              <w:rPr>
                <w:rFonts w:cstheme="minorHAnsi"/>
                <w:lang w:val="en-US"/>
              </w:rPr>
              <w:t>-Pietrzak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278096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5" w:type="dxa"/>
                <w:vMerge w:val="restart"/>
                <w:tcBorders>
                  <w:top w:val="single" w:sz="4" w:space="0" w:color="auto"/>
                </w:tcBorders>
              </w:tcPr>
              <w:p w14:paraId="24C4B0D6" w14:textId="77777777" w:rsidR="003C12ED" w:rsidRPr="003C2D11" w:rsidRDefault="003C12ED" w:rsidP="008D7411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3C12ED" w14:paraId="76D5986F" w14:textId="77777777" w:rsidTr="008D7411">
        <w:trPr>
          <w:trHeight w:val="534"/>
        </w:trPr>
        <w:tc>
          <w:tcPr>
            <w:tcW w:w="562" w:type="dxa"/>
            <w:vMerge/>
          </w:tcPr>
          <w:p w14:paraId="0556871D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237" w:type="dxa"/>
            <w:vMerge/>
          </w:tcPr>
          <w:p w14:paraId="638A0E64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42570EA2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943CE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4</w:t>
            </w:r>
            <w:r>
              <w:rPr>
                <w:rFonts w:cstheme="minorHAnsi"/>
                <w:lang w:val="en-US"/>
              </w:rPr>
              <w:t xml:space="preserve"> - 8</w:t>
            </w:r>
          </w:p>
          <w:p w14:paraId="4A0AFF5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14:paraId="22F28DB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4E33688A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4</w:t>
            </w:r>
            <w:r>
              <w:rPr>
                <w:rFonts w:cstheme="minorHAnsi"/>
                <w:lang w:val="en-US"/>
              </w:rPr>
              <w:t xml:space="preserve"> - 8</w:t>
            </w:r>
          </w:p>
          <w:p w14:paraId="253E65C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14:paraId="65D34F7E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14:paraId="769D8A8F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85" w:type="dxa"/>
            <w:vMerge/>
          </w:tcPr>
          <w:p w14:paraId="14D97E79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3C12ED" w14:paraId="2036A46F" w14:textId="77777777" w:rsidTr="008D7411">
        <w:trPr>
          <w:trHeight w:val="394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7B45C82A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9. </w:t>
            </w:r>
          </w:p>
          <w:p w14:paraId="3F1CFE8D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auto"/>
            </w:tcBorders>
          </w:tcPr>
          <w:p w14:paraId="565E3479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Zadanie 2.</w:t>
            </w:r>
            <w:r w:rsidRPr="006529B9">
              <w:rPr>
                <w:rFonts w:eastAsia="Calibri" w:cstheme="minorHAnsi"/>
              </w:rPr>
              <w:t xml:space="preserve"> Zajęcia rozwijające kompetencje kluczowe i kompetencji przyszłości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770FEA35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  <w:r w:rsidRPr="003C2D11">
              <w:rPr>
                <w:rFonts w:eastAsia="Calibri" w:cstheme="minorHAnsi"/>
                <w:i/>
                <w:iCs/>
              </w:rPr>
              <w:t>Trening umysłu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8F4CE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EF45EEC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1</w:t>
            </w:r>
            <w:r>
              <w:rPr>
                <w:rFonts w:cstheme="minorHAnsi"/>
                <w:lang w:val="en-US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5FEA66A3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14:paraId="3E70726D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14:paraId="7AE2990F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F63E2B">
              <w:rPr>
                <w:rFonts w:cstheme="minorHAnsi"/>
                <w:lang w:val="en-US"/>
              </w:rPr>
              <w:t xml:space="preserve">Iwona </w:t>
            </w:r>
            <w:proofErr w:type="spellStart"/>
            <w:r w:rsidRPr="00F63E2B">
              <w:rPr>
                <w:rFonts w:cstheme="minorHAnsi"/>
                <w:lang w:val="en-US"/>
              </w:rPr>
              <w:t>Szuman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419692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5" w:type="dxa"/>
                <w:vMerge w:val="restart"/>
                <w:tcBorders>
                  <w:top w:val="single" w:sz="4" w:space="0" w:color="auto"/>
                </w:tcBorders>
              </w:tcPr>
              <w:p w14:paraId="6216D001" w14:textId="77777777" w:rsidR="003C12ED" w:rsidRPr="00F63E2B" w:rsidRDefault="003C12ED" w:rsidP="008D7411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3C12ED" w14:paraId="2DCF441C" w14:textId="77777777" w:rsidTr="008D7411">
        <w:trPr>
          <w:trHeight w:val="412"/>
        </w:trPr>
        <w:tc>
          <w:tcPr>
            <w:tcW w:w="562" w:type="dxa"/>
            <w:vMerge/>
          </w:tcPr>
          <w:p w14:paraId="6B4F09A4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237" w:type="dxa"/>
            <w:vMerge/>
          </w:tcPr>
          <w:p w14:paraId="5231D82E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5D3F4370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AFAA6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</w:t>
            </w:r>
            <w:r>
              <w:rPr>
                <w:rFonts w:cstheme="minorHAnsi"/>
                <w:lang w:val="en-US"/>
              </w:rPr>
              <w:t>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1 - 3</w:t>
            </w:r>
          </w:p>
          <w:p w14:paraId="433E9FC6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701" w:type="dxa"/>
            <w:vMerge/>
            <w:vAlign w:val="center"/>
          </w:tcPr>
          <w:p w14:paraId="5484573B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7413464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14:paraId="227BF573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14:paraId="088406BC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85" w:type="dxa"/>
            <w:vMerge/>
          </w:tcPr>
          <w:p w14:paraId="4C03187D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3C12ED" w14:paraId="5C854F56" w14:textId="77777777" w:rsidTr="008D7411">
        <w:trPr>
          <w:trHeight w:val="382"/>
        </w:trPr>
        <w:tc>
          <w:tcPr>
            <w:tcW w:w="562" w:type="dxa"/>
            <w:vMerge w:val="restart"/>
          </w:tcPr>
          <w:p w14:paraId="0374B1B4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10.</w:t>
            </w:r>
          </w:p>
        </w:tc>
        <w:tc>
          <w:tcPr>
            <w:tcW w:w="3237" w:type="dxa"/>
            <w:vMerge w:val="restart"/>
          </w:tcPr>
          <w:p w14:paraId="2ED1FD77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Zadanie 2.</w:t>
            </w:r>
            <w:r w:rsidRPr="006529B9">
              <w:rPr>
                <w:rFonts w:eastAsia="Calibri" w:cstheme="minorHAnsi"/>
              </w:rPr>
              <w:t xml:space="preserve"> Zajęcia rozwijające kompetencje kluczowe i kompetencji przyszłości</w:t>
            </w:r>
          </w:p>
        </w:tc>
        <w:tc>
          <w:tcPr>
            <w:tcW w:w="1701" w:type="dxa"/>
            <w:vMerge w:val="restart"/>
            <w:vAlign w:val="center"/>
          </w:tcPr>
          <w:p w14:paraId="48F5851D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3C2D11">
              <w:rPr>
                <w:rFonts w:eastAsia="Calibri" w:cstheme="minorHAnsi"/>
                <w:i/>
                <w:iCs/>
              </w:rPr>
              <w:t>Trening umysłu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E007CEF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12</w:t>
            </w:r>
          </w:p>
        </w:tc>
        <w:tc>
          <w:tcPr>
            <w:tcW w:w="1701" w:type="dxa"/>
            <w:vMerge w:val="restart"/>
            <w:vAlign w:val="center"/>
          </w:tcPr>
          <w:p w14:paraId="43C596AB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13</w:t>
            </w:r>
          </w:p>
        </w:tc>
        <w:tc>
          <w:tcPr>
            <w:tcW w:w="1560" w:type="dxa"/>
            <w:vMerge w:val="restart"/>
            <w:vAlign w:val="center"/>
          </w:tcPr>
          <w:p w14:paraId="0E3200A8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14:paraId="2F4FDB0A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14:paraId="2592D65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CE757C">
              <w:rPr>
                <w:rFonts w:cstheme="minorHAnsi"/>
                <w:lang w:val="en-US"/>
              </w:rPr>
              <w:t>Karolina Kaczmarek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442884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5" w:type="dxa"/>
                <w:vMerge w:val="restart"/>
              </w:tcPr>
              <w:p w14:paraId="0D359AEE" w14:textId="77777777" w:rsidR="003C12ED" w:rsidRPr="00CE757C" w:rsidRDefault="003C12ED" w:rsidP="008D7411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3C12ED" w14:paraId="2642AE7A" w14:textId="77777777" w:rsidTr="008D7411">
        <w:trPr>
          <w:trHeight w:val="558"/>
        </w:trPr>
        <w:tc>
          <w:tcPr>
            <w:tcW w:w="562" w:type="dxa"/>
            <w:vMerge/>
          </w:tcPr>
          <w:p w14:paraId="01417CE6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237" w:type="dxa"/>
            <w:vMerge/>
          </w:tcPr>
          <w:p w14:paraId="48613130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53A8C9AA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D722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</w:t>
            </w:r>
            <w:r>
              <w:rPr>
                <w:rFonts w:cstheme="minorHAnsi"/>
                <w:lang w:val="en-US"/>
              </w:rPr>
              <w:t>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4 - 6</w:t>
            </w:r>
          </w:p>
          <w:p w14:paraId="6F20EB2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14:paraId="5CEA1EB8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1CA953E2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14:paraId="2703D32E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14:paraId="58C9498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85" w:type="dxa"/>
            <w:vMerge/>
          </w:tcPr>
          <w:p w14:paraId="3D169443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3C12ED" w14:paraId="15B28239" w14:textId="77777777" w:rsidTr="008D7411">
        <w:trPr>
          <w:trHeight w:val="298"/>
        </w:trPr>
        <w:tc>
          <w:tcPr>
            <w:tcW w:w="562" w:type="dxa"/>
            <w:vMerge w:val="restart"/>
          </w:tcPr>
          <w:p w14:paraId="672C3384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11.</w:t>
            </w:r>
          </w:p>
        </w:tc>
        <w:tc>
          <w:tcPr>
            <w:tcW w:w="3237" w:type="dxa"/>
            <w:vMerge w:val="restart"/>
          </w:tcPr>
          <w:p w14:paraId="25C14DCF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  <w:r w:rsidRPr="00551B81">
              <w:rPr>
                <w:rFonts w:eastAsia="Calibri" w:cstheme="minorHAnsi"/>
                <w:b/>
                <w:sz w:val="20"/>
                <w:szCs w:val="20"/>
              </w:rPr>
              <w:t xml:space="preserve">Zadanie 4. </w:t>
            </w:r>
            <w:r w:rsidRPr="00551B81">
              <w:rPr>
                <w:rFonts w:eastAsia="Calibri" w:cstheme="minorHAnsi"/>
                <w:bCs/>
                <w:sz w:val="20"/>
                <w:szCs w:val="20"/>
              </w:rPr>
              <w:t>Rozwój kompetencji cyfrowych uczniów</w:t>
            </w:r>
          </w:p>
        </w:tc>
        <w:tc>
          <w:tcPr>
            <w:tcW w:w="1701" w:type="dxa"/>
            <w:vMerge w:val="restart"/>
            <w:vAlign w:val="center"/>
          </w:tcPr>
          <w:p w14:paraId="03D2C589" w14:textId="77777777" w:rsidR="003C12ED" w:rsidRPr="00061DC6" w:rsidRDefault="003C12ED" w:rsidP="008D7411">
            <w:pPr>
              <w:widowControl w:val="0"/>
              <w:jc w:val="center"/>
              <w:rPr>
                <w:rFonts w:eastAsia="Calibri" w:cstheme="minorHAnsi"/>
                <w:i/>
                <w:iCs/>
              </w:rPr>
            </w:pPr>
            <w:r w:rsidRPr="00061DC6">
              <w:rPr>
                <w:rFonts w:eastAsia="Calibri" w:cstheme="minorHAnsi"/>
                <w:i/>
                <w:iCs/>
              </w:rPr>
              <w:t>Misja kodowanie</w:t>
            </w:r>
          </w:p>
          <w:p w14:paraId="47F0C93F" w14:textId="77777777" w:rsidR="003C12ED" w:rsidRPr="00061DC6" w:rsidRDefault="003C12ED" w:rsidP="008D7411">
            <w:pPr>
              <w:widowControl w:val="0"/>
              <w:jc w:val="center"/>
              <w:rPr>
                <w:rFonts w:eastAsia="Calibri" w:cstheme="minorHAnsi"/>
                <w:b/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563BA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701" w:type="dxa"/>
            <w:vMerge w:val="restart"/>
            <w:vAlign w:val="center"/>
          </w:tcPr>
          <w:p w14:paraId="7BAFE1B5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560" w:type="dxa"/>
            <w:vAlign w:val="center"/>
          </w:tcPr>
          <w:p w14:paraId="2572E8CC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17" w:type="dxa"/>
            <w:vMerge w:val="restart"/>
            <w:vAlign w:val="center"/>
          </w:tcPr>
          <w:p w14:paraId="4459A051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559" w:type="dxa"/>
            <w:vMerge w:val="restart"/>
            <w:vAlign w:val="center"/>
          </w:tcPr>
          <w:p w14:paraId="3D6824D5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  <w:lang w:val="en-US"/>
              </w:rPr>
              <w:t>Zajęcia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prowadzące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przez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firmę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-107581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5" w:type="dxa"/>
                <w:vMerge w:val="restart"/>
              </w:tcPr>
              <w:p w14:paraId="5F59DE50" w14:textId="77777777" w:rsidR="003C12ED" w:rsidRDefault="003C12ED" w:rsidP="008D7411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3C12ED" w14:paraId="00A061EF" w14:textId="77777777" w:rsidTr="008D7411">
        <w:trPr>
          <w:trHeight w:val="606"/>
        </w:trPr>
        <w:tc>
          <w:tcPr>
            <w:tcW w:w="562" w:type="dxa"/>
            <w:vMerge/>
          </w:tcPr>
          <w:p w14:paraId="7C3A9268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237" w:type="dxa"/>
            <w:vMerge/>
          </w:tcPr>
          <w:p w14:paraId="6E0F877B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64CD6282" w14:textId="77777777" w:rsidR="003C12ED" w:rsidRPr="00061DC6" w:rsidRDefault="003C12ED" w:rsidP="008D7411">
            <w:pPr>
              <w:widowControl w:val="0"/>
              <w:jc w:val="center"/>
              <w:rPr>
                <w:rFonts w:eastAsia="Calibri" w:cstheme="minorHAnsi"/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8F390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</w:t>
            </w:r>
            <w:r>
              <w:rPr>
                <w:rFonts w:cstheme="minorHAnsi"/>
                <w:lang w:val="en-US"/>
              </w:rPr>
              <w:t>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1 - 3</w:t>
            </w:r>
          </w:p>
          <w:p w14:paraId="27B4A91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701" w:type="dxa"/>
            <w:vMerge/>
            <w:vAlign w:val="center"/>
          </w:tcPr>
          <w:p w14:paraId="58C79FA9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7D44FB18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</w:t>
            </w:r>
            <w:r>
              <w:rPr>
                <w:rFonts w:cstheme="minorHAnsi"/>
                <w:lang w:val="en-US"/>
              </w:rPr>
              <w:t>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1 - 3</w:t>
            </w:r>
          </w:p>
          <w:p w14:paraId="5A61CCB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74F77234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Merge/>
            <w:vAlign w:val="center"/>
          </w:tcPr>
          <w:p w14:paraId="53E51A0B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</w:tcPr>
          <w:p w14:paraId="1724FA3B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</w:p>
        </w:tc>
      </w:tr>
      <w:tr w:rsidR="003C12ED" w14:paraId="7D20F1A8" w14:textId="77777777" w:rsidTr="008D7411">
        <w:trPr>
          <w:trHeight w:val="306"/>
        </w:trPr>
        <w:tc>
          <w:tcPr>
            <w:tcW w:w="562" w:type="dxa"/>
            <w:vMerge w:val="restart"/>
          </w:tcPr>
          <w:p w14:paraId="23D9BFA7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lastRenderedPageBreak/>
              <w:t xml:space="preserve">13. </w:t>
            </w:r>
          </w:p>
        </w:tc>
        <w:tc>
          <w:tcPr>
            <w:tcW w:w="3237" w:type="dxa"/>
            <w:vMerge w:val="restart"/>
          </w:tcPr>
          <w:p w14:paraId="739A3B7D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  <w:r w:rsidRPr="00551B81">
              <w:rPr>
                <w:rFonts w:eastAsia="Calibri" w:cstheme="minorHAnsi"/>
                <w:b/>
                <w:sz w:val="20"/>
                <w:szCs w:val="20"/>
              </w:rPr>
              <w:t xml:space="preserve">Zadanie 4. </w:t>
            </w:r>
            <w:r w:rsidRPr="00551B81">
              <w:rPr>
                <w:rFonts w:eastAsia="Calibri" w:cstheme="minorHAnsi"/>
                <w:bCs/>
                <w:sz w:val="20"/>
                <w:szCs w:val="20"/>
              </w:rPr>
              <w:t>Rozwój kompetencji cyfrowych uczniów</w:t>
            </w:r>
          </w:p>
        </w:tc>
        <w:tc>
          <w:tcPr>
            <w:tcW w:w="1701" w:type="dxa"/>
            <w:vMerge w:val="restart"/>
            <w:vAlign w:val="center"/>
          </w:tcPr>
          <w:p w14:paraId="7EE91D3C" w14:textId="77777777" w:rsidR="003C12ED" w:rsidRPr="00061DC6" w:rsidRDefault="003C12ED" w:rsidP="008D7411">
            <w:pPr>
              <w:widowControl w:val="0"/>
              <w:jc w:val="center"/>
              <w:rPr>
                <w:rFonts w:eastAsia="Calibri" w:cstheme="minorHAnsi"/>
                <w:i/>
                <w:iCs/>
              </w:rPr>
            </w:pPr>
            <w:r w:rsidRPr="00061DC6">
              <w:rPr>
                <w:rFonts w:eastAsia="Calibri" w:cstheme="minorHAnsi"/>
                <w:i/>
                <w:iCs/>
              </w:rPr>
              <w:t>Misja kodowanie</w:t>
            </w:r>
          </w:p>
          <w:p w14:paraId="501381E7" w14:textId="77777777" w:rsidR="003C12ED" w:rsidRPr="00061DC6" w:rsidRDefault="003C12ED" w:rsidP="008D7411">
            <w:pPr>
              <w:widowControl w:val="0"/>
              <w:jc w:val="center"/>
              <w:rPr>
                <w:rFonts w:eastAsia="Calibri" w:cstheme="minorHAnsi"/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B658B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1701" w:type="dxa"/>
            <w:vMerge w:val="restart"/>
            <w:vAlign w:val="center"/>
          </w:tcPr>
          <w:p w14:paraId="0E234B2F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560" w:type="dxa"/>
            <w:vAlign w:val="center"/>
          </w:tcPr>
          <w:p w14:paraId="7B07FAB3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1417" w:type="dxa"/>
            <w:vMerge w:val="restart"/>
            <w:vAlign w:val="center"/>
          </w:tcPr>
          <w:p w14:paraId="7C29A0CE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</w:tc>
        <w:tc>
          <w:tcPr>
            <w:tcW w:w="1559" w:type="dxa"/>
            <w:vMerge w:val="restart"/>
            <w:vAlign w:val="center"/>
          </w:tcPr>
          <w:p w14:paraId="640B01BC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Gabriela Góra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559909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5" w:type="dxa"/>
                <w:vMerge w:val="restart"/>
              </w:tcPr>
              <w:p w14:paraId="154E6FBA" w14:textId="77777777" w:rsidR="003C12ED" w:rsidRDefault="003C12ED" w:rsidP="008D7411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3C12ED" w14:paraId="3D2FEF61" w14:textId="77777777" w:rsidTr="008D7411">
        <w:trPr>
          <w:trHeight w:val="476"/>
        </w:trPr>
        <w:tc>
          <w:tcPr>
            <w:tcW w:w="562" w:type="dxa"/>
            <w:vMerge/>
          </w:tcPr>
          <w:p w14:paraId="73E3B7FC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237" w:type="dxa"/>
            <w:vMerge/>
          </w:tcPr>
          <w:p w14:paraId="0216256D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26A68936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AA274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</w:t>
            </w:r>
            <w:r>
              <w:rPr>
                <w:rFonts w:cstheme="minorHAnsi"/>
                <w:lang w:val="en-US"/>
              </w:rPr>
              <w:t>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4 - 8</w:t>
            </w:r>
          </w:p>
          <w:p w14:paraId="0D6711B6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14:paraId="461F373A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36968A2E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</w:t>
            </w:r>
            <w:r>
              <w:rPr>
                <w:rFonts w:cstheme="minorHAnsi"/>
                <w:lang w:val="en-US"/>
              </w:rPr>
              <w:t>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4 - 8</w:t>
            </w:r>
          </w:p>
          <w:p w14:paraId="483FE5F2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14:paraId="56654995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Merge/>
            <w:vAlign w:val="center"/>
          </w:tcPr>
          <w:p w14:paraId="06C4BCB6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</w:tcPr>
          <w:p w14:paraId="448854F4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</w:p>
        </w:tc>
      </w:tr>
      <w:tr w:rsidR="003C12ED" w14:paraId="2D7971BC" w14:textId="77777777" w:rsidTr="008D7411">
        <w:trPr>
          <w:trHeight w:val="306"/>
        </w:trPr>
        <w:tc>
          <w:tcPr>
            <w:tcW w:w="562" w:type="dxa"/>
            <w:vMerge w:val="restart"/>
          </w:tcPr>
          <w:p w14:paraId="72FF34CD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13. </w:t>
            </w:r>
          </w:p>
        </w:tc>
        <w:tc>
          <w:tcPr>
            <w:tcW w:w="3237" w:type="dxa"/>
            <w:vMerge w:val="restart"/>
          </w:tcPr>
          <w:p w14:paraId="43999123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  <w:r w:rsidRPr="00551B81">
              <w:rPr>
                <w:rFonts w:eastAsia="Calibri" w:cstheme="minorHAnsi"/>
                <w:b/>
                <w:sz w:val="20"/>
                <w:szCs w:val="20"/>
              </w:rPr>
              <w:t xml:space="preserve">Zadanie 4. </w:t>
            </w:r>
            <w:r w:rsidRPr="00551B81">
              <w:rPr>
                <w:rFonts w:eastAsia="Calibri" w:cstheme="minorHAnsi"/>
                <w:bCs/>
                <w:sz w:val="20"/>
                <w:szCs w:val="20"/>
              </w:rPr>
              <w:t>Rozwój kompetencji cyfrowych uczniów</w:t>
            </w:r>
          </w:p>
        </w:tc>
        <w:tc>
          <w:tcPr>
            <w:tcW w:w="1701" w:type="dxa"/>
            <w:vMerge w:val="restart"/>
            <w:vAlign w:val="center"/>
          </w:tcPr>
          <w:p w14:paraId="7561BE82" w14:textId="77777777" w:rsidR="003C12ED" w:rsidRPr="00061DC6" w:rsidRDefault="003C12ED" w:rsidP="008D7411">
            <w:pPr>
              <w:widowControl w:val="0"/>
              <w:jc w:val="center"/>
              <w:rPr>
                <w:rFonts w:eastAsia="Calibri" w:cstheme="minorHAnsi"/>
                <w:i/>
                <w:iCs/>
              </w:rPr>
            </w:pPr>
            <w:r w:rsidRPr="00061DC6">
              <w:rPr>
                <w:rFonts w:eastAsia="Calibri" w:cstheme="minorHAnsi"/>
                <w:i/>
                <w:iCs/>
              </w:rPr>
              <w:t>Misja kodowanie</w:t>
            </w:r>
          </w:p>
          <w:p w14:paraId="41D6766A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99DA4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1701" w:type="dxa"/>
            <w:vMerge w:val="restart"/>
            <w:vAlign w:val="center"/>
          </w:tcPr>
          <w:p w14:paraId="49719450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560" w:type="dxa"/>
            <w:vAlign w:val="center"/>
          </w:tcPr>
          <w:p w14:paraId="2553A4F2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1417" w:type="dxa"/>
            <w:vMerge w:val="restart"/>
            <w:vAlign w:val="center"/>
          </w:tcPr>
          <w:p w14:paraId="14EB9043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</w:tc>
        <w:tc>
          <w:tcPr>
            <w:tcW w:w="1559" w:type="dxa"/>
            <w:vMerge w:val="restart"/>
            <w:vAlign w:val="center"/>
          </w:tcPr>
          <w:p w14:paraId="2C0A2498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  <w:r w:rsidRPr="00AD5AB5">
              <w:rPr>
                <w:rFonts w:cstheme="minorHAnsi"/>
                <w:lang w:val="en-US"/>
              </w:rPr>
              <w:t xml:space="preserve">Dorota </w:t>
            </w:r>
            <w:proofErr w:type="spellStart"/>
            <w:r w:rsidRPr="00AD5AB5">
              <w:rPr>
                <w:rFonts w:cstheme="minorHAnsi"/>
                <w:lang w:val="en-US"/>
              </w:rPr>
              <w:t>Guzenda</w:t>
            </w:r>
            <w:proofErr w:type="spellEnd"/>
            <w:r w:rsidRPr="00AD5AB5">
              <w:rPr>
                <w:rFonts w:cstheme="minorHAnsi"/>
                <w:lang w:val="en-US"/>
              </w:rPr>
              <w:t>-Miłota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007719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5" w:type="dxa"/>
                <w:vMerge w:val="restart"/>
              </w:tcPr>
              <w:p w14:paraId="1C2AB549" w14:textId="77777777" w:rsidR="003C12ED" w:rsidRPr="00AD5AB5" w:rsidRDefault="003C12ED" w:rsidP="008D7411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3C12ED" w14:paraId="4EFD9C14" w14:textId="77777777" w:rsidTr="008D7411">
        <w:trPr>
          <w:trHeight w:val="306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270D0653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237" w:type="dxa"/>
            <w:vMerge/>
            <w:tcBorders>
              <w:bottom w:val="single" w:sz="4" w:space="0" w:color="auto"/>
            </w:tcBorders>
          </w:tcPr>
          <w:p w14:paraId="39B86D81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734DAF0C" w14:textId="77777777" w:rsidR="003C12ED" w:rsidRPr="006529B9" w:rsidRDefault="003C12ED" w:rsidP="008D7411">
            <w:pPr>
              <w:widowControl w:val="0"/>
              <w:jc w:val="center"/>
              <w:rPr>
                <w:rFonts w:eastAsia="Calibr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1609D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</w:t>
            </w:r>
            <w:r>
              <w:rPr>
                <w:rFonts w:cstheme="minorHAnsi"/>
                <w:lang w:val="en-US"/>
              </w:rPr>
              <w:t>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4 - 8</w:t>
            </w:r>
          </w:p>
          <w:p w14:paraId="15242740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27028F4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83F6625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</w:t>
            </w:r>
            <w:r>
              <w:rPr>
                <w:rFonts w:cstheme="minorHAnsi"/>
                <w:lang w:val="en-US"/>
              </w:rPr>
              <w:t>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4 - 8</w:t>
            </w:r>
          </w:p>
          <w:p w14:paraId="233E5AA2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3</w:t>
            </w:r>
          </w:p>
        </w:tc>
        <w:tc>
          <w:tcPr>
            <w:tcW w:w="1417" w:type="dxa"/>
            <w:vMerge/>
            <w:vAlign w:val="center"/>
          </w:tcPr>
          <w:p w14:paraId="2A27AD61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4F332260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77BAA94B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</w:p>
        </w:tc>
      </w:tr>
      <w:tr w:rsidR="003C12ED" w14:paraId="02053A70" w14:textId="77777777" w:rsidTr="008D7411">
        <w:trPr>
          <w:trHeight w:val="314"/>
        </w:trPr>
        <w:tc>
          <w:tcPr>
            <w:tcW w:w="562" w:type="dxa"/>
            <w:vMerge w:val="restart"/>
          </w:tcPr>
          <w:p w14:paraId="72599297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15.</w:t>
            </w:r>
          </w:p>
        </w:tc>
        <w:tc>
          <w:tcPr>
            <w:tcW w:w="3237" w:type="dxa"/>
            <w:vMerge w:val="restart"/>
          </w:tcPr>
          <w:p w14:paraId="71599733" w14:textId="77777777" w:rsidR="003C12ED" w:rsidRPr="006529B9" w:rsidRDefault="003C12ED" w:rsidP="008D7411">
            <w:pPr>
              <w:widowControl w:val="0"/>
              <w:rPr>
                <w:rFonts w:eastAsia="Calibri" w:cstheme="minorHAnsi"/>
                <w:b/>
              </w:rPr>
            </w:pPr>
            <w:r w:rsidRPr="00EE548A">
              <w:rPr>
                <w:rFonts w:eastAsia="Calibri" w:cstheme="minorHAnsi"/>
                <w:b/>
                <w:sz w:val="20"/>
                <w:szCs w:val="20"/>
              </w:rPr>
              <w:t xml:space="preserve">Zadanie 6. </w:t>
            </w:r>
            <w:r w:rsidRPr="00EE548A">
              <w:rPr>
                <w:rFonts w:eastAsia="Calibri" w:cstheme="minorHAnsi"/>
                <w:bCs/>
                <w:sz w:val="20"/>
                <w:szCs w:val="20"/>
              </w:rPr>
              <w:t>Rozwijanie zainteresowań poza edukacją formalną</w:t>
            </w:r>
          </w:p>
        </w:tc>
        <w:tc>
          <w:tcPr>
            <w:tcW w:w="1701" w:type="dxa"/>
            <w:vMerge w:val="restart"/>
            <w:vAlign w:val="center"/>
          </w:tcPr>
          <w:p w14:paraId="150A728C" w14:textId="77777777" w:rsidR="003C12ED" w:rsidRPr="00B726A3" w:rsidRDefault="003C12ED" w:rsidP="008D7411">
            <w:pPr>
              <w:widowControl w:val="0"/>
              <w:jc w:val="center"/>
              <w:rPr>
                <w:rFonts w:eastAsia="Calibri" w:cstheme="minorHAnsi"/>
                <w:i/>
                <w:iCs/>
              </w:rPr>
            </w:pPr>
            <w:r w:rsidRPr="00B726A3">
              <w:rPr>
                <w:rFonts w:eastAsia="Calibri" w:cstheme="minorHAnsi"/>
                <w:i/>
                <w:iCs/>
              </w:rPr>
              <w:t>Zajęcia artystyczne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14:paraId="4CD91171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14:paraId="3E7EF8D0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560" w:type="dxa"/>
            <w:vAlign w:val="center"/>
          </w:tcPr>
          <w:p w14:paraId="281C1875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1417" w:type="dxa"/>
            <w:vMerge w:val="restart"/>
            <w:vAlign w:val="center"/>
          </w:tcPr>
          <w:p w14:paraId="58E312A0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1559" w:type="dxa"/>
            <w:vMerge w:val="restart"/>
            <w:vAlign w:val="center"/>
          </w:tcPr>
          <w:p w14:paraId="1A4E60F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  <w:r w:rsidRPr="004230D8">
              <w:rPr>
                <w:rFonts w:cstheme="minorHAnsi"/>
              </w:rPr>
              <w:t>Gabriela Góra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78163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5" w:type="dxa"/>
                <w:vMerge w:val="restart"/>
              </w:tcPr>
              <w:p w14:paraId="4BEA993B" w14:textId="77777777" w:rsidR="003C12ED" w:rsidRPr="004230D8" w:rsidRDefault="003C12ED" w:rsidP="008D7411">
                <w:pPr>
                  <w:widowControl w:val="0"/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3C12ED" w14:paraId="04B1017B" w14:textId="77777777" w:rsidTr="008D7411">
        <w:trPr>
          <w:trHeight w:val="498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1D9F918A" w14:textId="77777777" w:rsidR="003C12ED" w:rsidRDefault="003C12ED" w:rsidP="008D7411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237" w:type="dxa"/>
            <w:vMerge/>
            <w:tcBorders>
              <w:bottom w:val="single" w:sz="4" w:space="0" w:color="auto"/>
            </w:tcBorders>
          </w:tcPr>
          <w:p w14:paraId="0D9F0D1E" w14:textId="77777777" w:rsidR="003C12ED" w:rsidRPr="00EE548A" w:rsidRDefault="003C12ED" w:rsidP="008D7411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29C6E1EF" w14:textId="77777777" w:rsidR="003C12ED" w:rsidRPr="00B726A3" w:rsidRDefault="003C12ED" w:rsidP="008D7411">
            <w:pPr>
              <w:widowControl w:val="0"/>
              <w:jc w:val="center"/>
              <w:rPr>
                <w:rFonts w:eastAsia="Calibri" w:cstheme="minorHAnsi"/>
                <w:i/>
                <w:i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4DD663D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4C11D07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F835AED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</w:t>
            </w:r>
            <w:r>
              <w:rPr>
                <w:rFonts w:cstheme="minorHAnsi"/>
                <w:lang w:val="en-US"/>
              </w:rPr>
              <w:t>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4 - 8</w:t>
            </w:r>
          </w:p>
          <w:p w14:paraId="1D441795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3</w:t>
            </w:r>
          </w:p>
        </w:tc>
        <w:tc>
          <w:tcPr>
            <w:tcW w:w="1417" w:type="dxa"/>
            <w:vMerge/>
            <w:vAlign w:val="center"/>
          </w:tcPr>
          <w:p w14:paraId="58496EBE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142A5108" w14:textId="77777777" w:rsidR="003C12ED" w:rsidRPr="006529B9" w:rsidRDefault="003C12ED" w:rsidP="008D7411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367369DD" w14:textId="77777777" w:rsidR="003C12ED" w:rsidRPr="006529B9" w:rsidRDefault="003C12ED" w:rsidP="008D7411">
            <w:pPr>
              <w:widowControl w:val="0"/>
              <w:rPr>
                <w:rFonts w:cstheme="minorHAnsi"/>
              </w:rPr>
            </w:pPr>
          </w:p>
        </w:tc>
      </w:tr>
    </w:tbl>
    <w:p w14:paraId="290724B1" w14:textId="77777777" w:rsidR="00203300" w:rsidRDefault="00203300" w:rsidP="00203300">
      <w:pPr>
        <w:spacing w:after="0"/>
      </w:pPr>
    </w:p>
    <w:p w14:paraId="41FA5AEC" w14:textId="77777777" w:rsidR="00203300" w:rsidRDefault="00203300" w:rsidP="00203300">
      <w:pPr>
        <w:spacing w:after="0"/>
      </w:pPr>
    </w:p>
    <w:sectPr w:rsidR="00203300" w:rsidSect="003C12ED">
      <w:headerReference w:type="default" r:id="rId6"/>
      <w:footerReference w:type="default" r:id="rId7"/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68AB2" w14:textId="77777777" w:rsidR="008E6B00" w:rsidRDefault="008E6B00" w:rsidP="001E48D8">
      <w:pPr>
        <w:spacing w:after="0" w:line="240" w:lineRule="auto"/>
      </w:pPr>
      <w:r>
        <w:separator/>
      </w:r>
    </w:p>
  </w:endnote>
  <w:endnote w:type="continuationSeparator" w:id="0">
    <w:p w14:paraId="5827C4F3" w14:textId="77777777" w:rsidR="008E6B00" w:rsidRDefault="008E6B00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2B667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730C3924" wp14:editId="36F91D34">
          <wp:extent cx="5760720" cy="582074"/>
          <wp:effectExtent l="0" t="0" r="0" b="8890"/>
          <wp:docPr id="4532494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40D61" w14:textId="77777777" w:rsidR="008E6B00" w:rsidRDefault="008E6B00" w:rsidP="001E48D8">
      <w:pPr>
        <w:spacing w:after="0" w:line="240" w:lineRule="auto"/>
      </w:pPr>
      <w:r>
        <w:separator/>
      </w:r>
    </w:p>
  </w:footnote>
  <w:footnote w:type="continuationSeparator" w:id="0">
    <w:p w14:paraId="64DEA2A4" w14:textId="77777777" w:rsidR="008E6B00" w:rsidRDefault="008E6B00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8715E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793F5A58" wp14:editId="0E79D5D0">
          <wp:extent cx="6162853" cy="664162"/>
          <wp:effectExtent l="0" t="0" r="0" b="3175"/>
          <wp:docPr id="915003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B00"/>
    <w:rsid w:val="0013595F"/>
    <w:rsid w:val="001E48D8"/>
    <w:rsid w:val="00203300"/>
    <w:rsid w:val="003C12ED"/>
    <w:rsid w:val="004A239E"/>
    <w:rsid w:val="004B0765"/>
    <w:rsid w:val="00626D8C"/>
    <w:rsid w:val="0075189E"/>
    <w:rsid w:val="00836AC0"/>
    <w:rsid w:val="00871D90"/>
    <w:rsid w:val="00872C1C"/>
    <w:rsid w:val="008E6B00"/>
    <w:rsid w:val="008F1ECF"/>
    <w:rsid w:val="0093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938E2"/>
  <w15:chartTrackingRefBased/>
  <w15:docId w15:val="{40FD82FF-3CBA-429C-AE65-CBB4564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table" w:styleId="Tabela-Siatka">
    <w:name w:val="Table Grid"/>
    <w:basedOn w:val="Standardowy"/>
    <w:uiPriority w:val="59"/>
    <w:rsid w:val="00203300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2</TotalTime>
  <Pages>3</Pages>
  <Words>438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4</cp:revision>
  <cp:lastPrinted>2025-10-06T10:09:00Z</cp:lastPrinted>
  <dcterms:created xsi:type="dcterms:W3CDTF">2025-10-20T11:55:00Z</dcterms:created>
  <dcterms:modified xsi:type="dcterms:W3CDTF">2025-10-21T05:34:00Z</dcterms:modified>
</cp:coreProperties>
</file>